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>附件：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 xml:space="preserve">                    灭火器报价单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2835"/>
        <w:gridCol w:w="2535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78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型号、规格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充装单价（元/具）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零售单价（元/具）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2公斤手提式干粉灭火器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3公斤手提式干粉灭火器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4公斤手提式干粉灭火器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5公斤手提式干粉灭火器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3" w:type="dxa"/>
            <w:gridSpan w:val="2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  <w:t>合计总金额</w:t>
            </w:r>
          </w:p>
        </w:tc>
        <w:tc>
          <w:tcPr>
            <w:tcW w:w="5055" w:type="dxa"/>
            <w:gridSpan w:val="2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>报价单位（盖章）：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>说明：1、报价含税、运输、安装等所有费用</w:t>
      </w:r>
    </w:p>
    <w:p>
      <w:pPr>
        <w:ind w:firstLine="640" w:firstLineChars="200"/>
        <w:rPr>
          <w:rFonts w:ascii="仿宋_GB2312" w:cs="仿宋_GB2312"/>
          <w:sz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FB3"/>
    <w:rsid w:val="0000205D"/>
    <w:rsid w:val="0001725D"/>
    <w:rsid w:val="000320EE"/>
    <w:rsid w:val="000556CC"/>
    <w:rsid w:val="00060D5A"/>
    <w:rsid w:val="00062752"/>
    <w:rsid w:val="00090ED1"/>
    <w:rsid w:val="000910D5"/>
    <w:rsid w:val="000E15D1"/>
    <w:rsid w:val="00133080"/>
    <w:rsid w:val="00162C3F"/>
    <w:rsid w:val="001840F3"/>
    <w:rsid w:val="00185E5B"/>
    <w:rsid w:val="001A6C38"/>
    <w:rsid w:val="001C3465"/>
    <w:rsid w:val="001D03D0"/>
    <w:rsid w:val="002257A0"/>
    <w:rsid w:val="00246949"/>
    <w:rsid w:val="0028026B"/>
    <w:rsid w:val="002D3CB4"/>
    <w:rsid w:val="002D59E3"/>
    <w:rsid w:val="002F34C3"/>
    <w:rsid w:val="0033596E"/>
    <w:rsid w:val="00377EB6"/>
    <w:rsid w:val="003A4371"/>
    <w:rsid w:val="003E685B"/>
    <w:rsid w:val="00441429"/>
    <w:rsid w:val="0046427F"/>
    <w:rsid w:val="00476A7B"/>
    <w:rsid w:val="004873F8"/>
    <w:rsid w:val="00495948"/>
    <w:rsid w:val="00495E2D"/>
    <w:rsid w:val="004965AE"/>
    <w:rsid w:val="004A02B6"/>
    <w:rsid w:val="004C3A6D"/>
    <w:rsid w:val="004C74EB"/>
    <w:rsid w:val="004D0D5B"/>
    <w:rsid w:val="004E4277"/>
    <w:rsid w:val="004F67B1"/>
    <w:rsid w:val="0052087C"/>
    <w:rsid w:val="005359BF"/>
    <w:rsid w:val="005702A5"/>
    <w:rsid w:val="00576FB3"/>
    <w:rsid w:val="00580186"/>
    <w:rsid w:val="00582D90"/>
    <w:rsid w:val="0059250F"/>
    <w:rsid w:val="005A4B1E"/>
    <w:rsid w:val="005C57AD"/>
    <w:rsid w:val="0063380B"/>
    <w:rsid w:val="00636437"/>
    <w:rsid w:val="00651DCC"/>
    <w:rsid w:val="006728A5"/>
    <w:rsid w:val="006851FF"/>
    <w:rsid w:val="006B1530"/>
    <w:rsid w:val="006D1322"/>
    <w:rsid w:val="006D4147"/>
    <w:rsid w:val="006D7A92"/>
    <w:rsid w:val="007253D3"/>
    <w:rsid w:val="00725E00"/>
    <w:rsid w:val="007577D1"/>
    <w:rsid w:val="00773921"/>
    <w:rsid w:val="007A5FF0"/>
    <w:rsid w:val="007D4D0B"/>
    <w:rsid w:val="00822802"/>
    <w:rsid w:val="008919AD"/>
    <w:rsid w:val="00897391"/>
    <w:rsid w:val="008E4F5A"/>
    <w:rsid w:val="00920BBC"/>
    <w:rsid w:val="009278EA"/>
    <w:rsid w:val="009720C1"/>
    <w:rsid w:val="00976D37"/>
    <w:rsid w:val="00A02E11"/>
    <w:rsid w:val="00A10DC8"/>
    <w:rsid w:val="00A16B5A"/>
    <w:rsid w:val="00A411E8"/>
    <w:rsid w:val="00A574FF"/>
    <w:rsid w:val="00A63426"/>
    <w:rsid w:val="00A93819"/>
    <w:rsid w:val="00A94465"/>
    <w:rsid w:val="00AB5E44"/>
    <w:rsid w:val="00AC17FA"/>
    <w:rsid w:val="00B72BA0"/>
    <w:rsid w:val="00B91A0D"/>
    <w:rsid w:val="00B9238F"/>
    <w:rsid w:val="00BC1EAF"/>
    <w:rsid w:val="00BE2A52"/>
    <w:rsid w:val="00C208D4"/>
    <w:rsid w:val="00C27928"/>
    <w:rsid w:val="00C27DAA"/>
    <w:rsid w:val="00C557AA"/>
    <w:rsid w:val="00C71BFD"/>
    <w:rsid w:val="00CC52E3"/>
    <w:rsid w:val="00CF4DAF"/>
    <w:rsid w:val="00D01C9E"/>
    <w:rsid w:val="00D66198"/>
    <w:rsid w:val="00D829A9"/>
    <w:rsid w:val="00DA7E0D"/>
    <w:rsid w:val="00E05AF0"/>
    <w:rsid w:val="00E20FD0"/>
    <w:rsid w:val="00E311A4"/>
    <w:rsid w:val="00E36F2A"/>
    <w:rsid w:val="00E51F20"/>
    <w:rsid w:val="00E55F9B"/>
    <w:rsid w:val="00E75516"/>
    <w:rsid w:val="00EB15CA"/>
    <w:rsid w:val="00EC07C5"/>
    <w:rsid w:val="00ED0154"/>
    <w:rsid w:val="00ED0B9B"/>
    <w:rsid w:val="00ED2CF6"/>
    <w:rsid w:val="00F014E4"/>
    <w:rsid w:val="00F01E51"/>
    <w:rsid w:val="00F04CE4"/>
    <w:rsid w:val="00F06240"/>
    <w:rsid w:val="00F31667"/>
    <w:rsid w:val="00F4639F"/>
    <w:rsid w:val="00F74523"/>
    <w:rsid w:val="00FA409A"/>
    <w:rsid w:val="054A6E86"/>
    <w:rsid w:val="099C04A2"/>
    <w:rsid w:val="1F4B7DFA"/>
    <w:rsid w:val="20851CC8"/>
    <w:rsid w:val="2DAD3CD5"/>
    <w:rsid w:val="42427E93"/>
    <w:rsid w:val="583231CD"/>
    <w:rsid w:val="666C69B7"/>
    <w:rsid w:val="71D2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</w:pPr>
    <w:rPr>
      <w:rFonts w:ascii="宋体" w:hAnsi="宋体" w:eastAsia="仿宋_GB2312" w:cs="宋体"/>
      <w:kern w:val="2"/>
      <w:sz w:val="31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1"/>
    <w:link w:val="9"/>
    <w:qFormat/>
    <w:uiPriority w:val="99"/>
    <w:pPr>
      <w:adjustRightInd/>
    </w:pPr>
    <w:rPr>
      <w:rFonts w:ascii="Calibri" w:hAnsi="Calibri" w:eastAsia="宋体" w:cs="Times New Roman"/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adjustRightInd/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6">
    <w:name w:val="Table Grid"/>
    <w:basedOn w:val="5"/>
    <w:qFormat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Balloon Text Char"/>
    <w:basedOn w:val="7"/>
    <w:link w:val="2"/>
    <w:qFormat/>
    <w:locked/>
    <w:uiPriority w:val="99"/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387</Words>
  <Characters>2209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2022-02-23T17:32:00Z</dcterms:created>
  <dc:creator>亦亦宝贝</dc:creator>
  <cp:lastModifiedBy>Administrator</cp:lastModifiedBy>
  <cp:lastPrinted>2022-07-20T03:33:00Z</cp:lastPrinted>
  <dcterms:modified xsi:type="dcterms:W3CDTF">2023-04-26T08:50:24Z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18E42B26908645CAB22640E230919EFC</vt:lpwstr>
  </property>
</Properties>
</file>